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55522DB9" w:rsidR="000D55F1" w:rsidRPr="00D03700" w:rsidRDefault="00DA6320" w:rsidP="00742D17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282EE5">
        <w:rPr>
          <w:rFonts w:ascii="Arial" w:eastAsia="Times New Roman" w:hAnsi="Arial" w:cs="Arial"/>
          <w:bCs/>
          <w:sz w:val="24"/>
          <w:szCs w:val="24"/>
          <w:lang w:eastAsia="pl-PL"/>
        </w:rPr>
        <w:t>24.2</w:t>
      </w:r>
      <w:r w:rsidR="00C23B5B"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5E6CFC">
        <w:rPr>
          <w:rFonts w:ascii="Arial" w:eastAsia="Times New Roman" w:hAnsi="Arial" w:cs="Arial"/>
          <w:bCs/>
          <w:sz w:val="24"/>
          <w:szCs w:val="24"/>
          <w:lang w:eastAsia="pl-PL"/>
        </w:rPr>
        <w:t>70</w:t>
      </w:r>
      <w:r w:rsidR="00282EE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C23B5B"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202</w:t>
      </w:r>
      <w:r w:rsidR="00282EE5">
        <w:rPr>
          <w:rFonts w:ascii="Arial" w:eastAsia="Times New Roman" w:hAnsi="Arial" w:cs="Arial"/>
          <w:bCs/>
          <w:sz w:val="24"/>
          <w:szCs w:val="24"/>
          <w:lang w:eastAsia="pl-PL"/>
        </w:rPr>
        <w:t>5.KK</w:t>
      </w:r>
    </w:p>
    <w:p w14:paraId="43DD2067" w14:textId="648C927C" w:rsidR="00651C6D" w:rsidRPr="00D03700" w:rsidRDefault="00651C6D" w:rsidP="00742D17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</w:t>
      </w:r>
      <w:r w:rsidR="007D2779">
        <w:rPr>
          <w:rFonts w:ascii="Arial" w:eastAsia="Times New Roman" w:hAnsi="Arial" w:cs="Arial"/>
          <w:bCs/>
          <w:sz w:val="24"/>
          <w:szCs w:val="24"/>
          <w:lang w:eastAsia="pl-PL"/>
        </w:rPr>
        <w:t>yta</w:t>
      </w:r>
      <w:r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nia ofert</w:t>
      </w:r>
      <w:r w:rsidR="007D2779">
        <w:rPr>
          <w:rFonts w:ascii="Arial" w:eastAsia="Times New Roman" w:hAnsi="Arial" w:cs="Arial"/>
          <w:bCs/>
          <w:sz w:val="24"/>
          <w:szCs w:val="24"/>
          <w:lang w:eastAsia="pl-PL"/>
        </w:rPr>
        <w:t>owego</w:t>
      </w:r>
      <w:r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Formularz ofertowy</w:t>
      </w:r>
    </w:p>
    <w:p w14:paraId="0929BB13" w14:textId="17B82161" w:rsidR="001F06AA" w:rsidRPr="00D03700" w:rsidRDefault="005477C2" w:rsidP="00742D17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65C2943B" w:rsidR="00965E26" w:rsidRPr="00D03700" w:rsidRDefault="00E25345" w:rsidP="00742D17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>Na usługę kompleksowego utrzymania czystości w pomieszczeniach zajmowanych przez Lubelską Agencję Wspierania Przedsiębiorczości w Lublinie w 202</w:t>
      </w:r>
      <w:r w:rsidR="00282EE5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D0370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roku</w:t>
      </w:r>
    </w:p>
    <w:p w14:paraId="29CC21C6" w14:textId="50CC6977" w:rsidR="001F06AA" w:rsidRPr="00D03700" w:rsidRDefault="001F06AA" w:rsidP="00742D17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Nazwa Wykonawcy</w:t>
      </w:r>
      <w:r w:rsidR="00653ED6" w:rsidRPr="00D03700">
        <w:rPr>
          <w:rFonts w:ascii="Arial" w:hAnsi="Arial" w:cs="Arial"/>
          <w:sz w:val="24"/>
          <w:szCs w:val="24"/>
        </w:rPr>
        <w:tab/>
      </w:r>
      <w:r w:rsidR="00653ED6" w:rsidRPr="00D03700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D03700" w:rsidRDefault="001F06AA" w:rsidP="00742D17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Adres Wykonawcy</w:t>
      </w:r>
      <w:r w:rsidR="00653ED6" w:rsidRPr="00D03700">
        <w:rPr>
          <w:rFonts w:ascii="Arial" w:hAnsi="Arial" w:cs="Arial"/>
          <w:sz w:val="24"/>
          <w:szCs w:val="24"/>
        </w:rPr>
        <w:tab/>
      </w:r>
      <w:r w:rsidR="00653ED6" w:rsidRPr="00D03700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D03700" w:rsidRDefault="00F30E79" w:rsidP="00742D17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Numer telefonu</w:t>
      </w:r>
      <w:r w:rsidR="00653ED6" w:rsidRPr="00D03700">
        <w:rPr>
          <w:rFonts w:ascii="Arial" w:hAnsi="Arial" w:cs="Arial"/>
          <w:sz w:val="24"/>
          <w:szCs w:val="24"/>
        </w:rPr>
        <w:tab/>
      </w:r>
      <w:r w:rsidR="00653ED6" w:rsidRPr="00D03700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D03700" w:rsidRDefault="00F30E79" w:rsidP="00742D17">
      <w:pPr>
        <w:tabs>
          <w:tab w:val="right" w:pos="2268"/>
          <w:tab w:val="right" w:leader="dot" w:pos="9072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 xml:space="preserve">Adres </w:t>
      </w:r>
      <w:r w:rsidR="001F06AA" w:rsidRPr="00D03700">
        <w:rPr>
          <w:rFonts w:ascii="Arial" w:hAnsi="Arial" w:cs="Arial"/>
          <w:sz w:val="24"/>
          <w:szCs w:val="24"/>
        </w:rPr>
        <w:t>e-mail</w:t>
      </w:r>
      <w:r w:rsidR="00653ED6" w:rsidRPr="00D03700">
        <w:rPr>
          <w:rFonts w:ascii="Arial" w:hAnsi="Arial" w:cs="Arial"/>
          <w:sz w:val="24"/>
          <w:szCs w:val="24"/>
        </w:rPr>
        <w:tab/>
      </w:r>
      <w:r w:rsidR="00653ED6" w:rsidRPr="00D03700">
        <w:rPr>
          <w:rFonts w:ascii="Arial" w:hAnsi="Arial" w:cs="Arial"/>
          <w:sz w:val="24"/>
          <w:szCs w:val="24"/>
        </w:rPr>
        <w:tab/>
      </w:r>
    </w:p>
    <w:p w14:paraId="63F0E2F9" w14:textId="0A099181" w:rsidR="001126F4" w:rsidRPr="00D03700" w:rsidRDefault="001126F4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b/>
          <w:bCs/>
          <w:sz w:val="24"/>
          <w:szCs w:val="24"/>
        </w:rPr>
        <w:t>Cena oferty netto:</w:t>
      </w:r>
      <w:r w:rsidR="002E32BC" w:rsidRPr="00D03700">
        <w:rPr>
          <w:rFonts w:ascii="Arial" w:hAnsi="Arial" w:cs="Arial"/>
          <w:sz w:val="24"/>
          <w:szCs w:val="24"/>
        </w:rPr>
        <w:tab/>
      </w:r>
      <w:r w:rsidR="002E32BC" w:rsidRPr="00D03700">
        <w:rPr>
          <w:rFonts w:ascii="Arial" w:hAnsi="Arial" w:cs="Arial"/>
          <w:sz w:val="24"/>
          <w:szCs w:val="24"/>
        </w:rPr>
        <w:tab/>
      </w:r>
    </w:p>
    <w:p w14:paraId="68CCC606" w14:textId="6066F012" w:rsidR="00596400" w:rsidRPr="00D03700" w:rsidRDefault="002E32BC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bookmarkStart w:id="0" w:name="_Hlk181690418"/>
      <w:r w:rsidRPr="00D03700">
        <w:rPr>
          <w:rFonts w:ascii="Arial" w:hAnsi="Arial" w:cs="Arial"/>
          <w:sz w:val="24"/>
          <w:szCs w:val="24"/>
        </w:rPr>
        <w:t>S</w:t>
      </w:r>
      <w:r w:rsidR="00596400" w:rsidRPr="00D03700">
        <w:rPr>
          <w:rFonts w:ascii="Arial" w:hAnsi="Arial" w:cs="Arial"/>
          <w:sz w:val="24"/>
          <w:szCs w:val="24"/>
        </w:rPr>
        <w:t>łownie</w:t>
      </w:r>
      <w:r w:rsidRPr="00D03700">
        <w:rPr>
          <w:rFonts w:ascii="Arial" w:hAnsi="Arial" w:cs="Arial"/>
          <w:sz w:val="24"/>
          <w:szCs w:val="24"/>
        </w:rPr>
        <w:tab/>
      </w:r>
      <w:r w:rsidRPr="00D03700">
        <w:rPr>
          <w:rFonts w:ascii="Arial" w:hAnsi="Arial" w:cs="Arial"/>
          <w:sz w:val="24"/>
          <w:szCs w:val="24"/>
        </w:rPr>
        <w:tab/>
      </w:r>
    </w:p>
    <w:bookmarkEnd w:id="0"/>
    <w:p w14:paraId="2B4061BF" w14:textId="3887F316" w:rsidR="001126F4" w:rsidRPr="00D03700" w:rsidRDefault="001126F4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b/>
          <w:bCs/>
          <w:sz w:val="24"/>
          <w:szCs w:val="24"/>
        </w:rPr>
        <w:t>Cena oferty brutto:</w:t>
      </w:r>
      <w:r w:rsidR="002E32BC" w:rsidRPr="00D03700">
        <w:rPr>
          <w:rFonts w:ascii="Arial" w:hAnsi="Arial" w:cs="Arial"/>
          <w:sz w:val="24"/>
          <w:szCs w:val="24"/>
        </w:rPr>
        <w:tab/>
      </w:r>
      <w:r w:rsidR="002E32BC" w:rsidRPr="00D03700">
        <w:rPr>
          <w:rFonts w:ascii="Arial" w:hAnsi="Arial" w:cs="Arial"/>
          <w:sz w:val="24"/>
          <w:szCs w:val="24"/>
        </w:rPr>
        <w:tab/>
      </w:r>
    </w:p>
    <w:p w14:paraId="5FF77439" w14:textId="77777777" w:rsidR="002E32BC" w:rsidRPr="00D03700" w:rsidRDefault="002E32BC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Słownie</w:t>
      </w:r>
      <w:r w:rsidRPr="00D03700">
        <w:rPr>
          <w:rFonts w:ascii="Arial" w:hAnsi="Arial" w:cs="Arial"/>
          <w:sz w:val="24"/>
          <w:szCs w:val="24"/>
        </w:rPr>
        <w:tab/>
      </w:r>
      <w:r w:rsidRPr="00D03700">
        <w:rPr>
          <w:rFonts w:ascii="Arial" w:hAnsi="Arial" w:cs="Arial"/>
          <w:sz w:val="24"/>
          <w:szCs w:val="24"/>
        </w:rPr>
        <w:tab/>
      </w:r>
    </w:p>
    <w:p w14:paraId="7882D793" w14:textId="0752CA46" w:rsidR="001126F4" w:rsidRPr="00D03700" w:rsidRDefault="001126F4" w:rsidP="00742D17">
      <w:pPr>
        <w:widowControl w:val="0"/>
        <w:tabs>
          <w:tab w:val="right" w:pos="2268"/>
          <w:tab w:val="left" w:leader="dot" w:pos="3402"/>
          <w:tab w:val="left" w:pos="4253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eastAsia="FreeSerif" w:hAnsi="Arial" w:cs="Arial"/>
          <w:sz w:val="24"/>
          <w:szCs w:val="24"/>
          <w:lang w:eastAsia="pl-PL"/>
        </w:rPr>
      </w:pPr>
      <w:r w:rsidRPr="00D03700">
        <w:rPr>
          <w:rFonts w:ascii="Arial" w:eastAsia="FreeSerif" w:hAnsi="Arial" w:cs="Arial"/>
          <w:b/>
          <w:bCs/>
          <w:sz w:val="24"/>
          <w:szCs w:val="24"/>
          <w:lang w:eastAsia="pl-PL"/>
        </w:rPr>
        <w:t>Stawka podatku VAT:</w:t>
      </w:r>
      <w:r w:rsidR="001D6F70" w:rsidRPr="00D03700">
        <w:rPr>
          <w:rFonts w:ascii="Arial" w:eastAsia="FreeSerif" w:hAnsi="Arial" w:cs="Arial"/>
          <w:sz w:val="24"/>
          <w:szCs w:val="24"/>
          <w:lang w:eastAsia="pl-PL"/>
        </w:rPr>
        <w:tab/>
      </w:r>
      <w:r w:rsidR="0003799C" w:rsidRPr="00D03700">
        <w:rPr>
          <w:rFonts w:ascii="Arial" w:eastAsia="FreeSerif" w:hAnsi="Arial" w:cs="Arial"/>
          <w:sz w:val="24"/>
          <w:szCs w:val="24"/>
          <w:lang w:eastAsia="pl-PL"/>
        </w:rPr>
        <w:tab/>
        <w:t>% kwota</w:t>
      </w:r>
      <w:r w:rsidR="0003799C" w:rsidRPr="00D03700">
        <w:rPr>
          <w:rFonts w:ascii="Arial" w:eastAsia="FreeSerif" w:hAnsi="Arial" w:cs="Arial"/>
          <w:sz w:val="24"/>
          <w:szCs w:val="24"/>
          <w:lang w:eastAsia="pl-PL"/>
        </w:rPr>
        <w:tab/>
      </w:r>
    </w:p>
    <w:p w14:paraId="6E90ED4D" w14:textId="77777777" w:rsidR="002E32BC" w:rsidRPr="00D03700" w:rsidRDefault="002E32BC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Słownie</w:t>
      </w:r>
      <w:r w:rsidRPr="00D03700">
        <w:rPr>
          <w:rFonts w:ascii="Arial" w:hAnsi="Arial" w:cs="Arial"/>
          <w:sz w:val="24"/>
          <w:szCs w:val="24"/>
        </w:rPr>
        <w:tab/>
      </w:r>
      <w:r w:rsidRPr="00D03700">
        <w:rPr>
          <w:rFonts w:ascii="Arial" w:hAnsi="Arial" w:cs="Arial"/>
          <w:sz w:val="24"/>
          <w:szCs w:val="24"/>
        </w:rPr>
        <w:tab/>
      </w:r>
    </w:p>
    <w:p w14:paraId="3AA22134" w14:textId="79557494" w:rsidR="00E01C09" w:rsidRPr="00D03700" w:rsidRDefault="00BA4D7D" w:rsidP="00742D17">
      <w:pPr>
        <w:tabs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b/>
          <w:sz w:val="24"/>
          <w:szCs w:val="24"/>
        </w:rPr>
      </w:pPr>
      <w:r w:rsidRPr="00D03700">
        <w:rPr>
          <w:rFonts w:ascii="Arial" w:hAnsi="Arial" w:cs="Arial"/>
          <w:b/>
          <w:sz w:val="24"/>
          <w:szCs w:val="24"/>
        </w:rPr>
        <w:t>Kwota brutto wynagrodzenia miesięcznego</w:t>
      </w:r>
      <w:r w:rsidR="00E01C09" w:rsidRPr="00D03700">
        <w:rPr>
          <w:rFonts w:ascii="Arial" w:hAnsi="Arial" w:cs="Arial"/>
          <w:b/>
          <w:sz w:val="24"/>
          <w:szCs w:val="24"/>
        </w:rPr>
        <w:t>:</w:t>
      </w:r>
      <w:r w:rsidR="00E01C09" w:rsidRPr="00D03700">
        <w:rPr>
          <w:rFonts w:ascii="Arial" w:hAnsi="Arial" w:cs="Arial"/>
          <w:bCs/>
          <w:sz w:val="24"/>
          <w:szCs w:val="24"/>
        </w:rPr>
        <w:tab/>
      </w:r>
    </w:p>
    <w:p w14:paraId="5A324F5C" w14:textId="77777777" w:rsidR="00BA4D7D" w:rsidRPr="00D03700" w:rsidRDefault="00BA4D7D" w:rsidP="00742D17">
      <w:pPr>
        <w:tabs>
          <w:tab w:val="right" w:pos="2268"/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Słownie</w:t>
      </w:r>
      <w:r w:rsidRPr="00D03700">
        <w:rPr>
          <w:rFonts w:ascii="Arial" w:hAnsi="Arial" w:cs="Arial"/>
          <w:sz w:val="24"/>
          <w:szCs w:val="24"/>
        </w:rPr>
        <w:tab/>
      </w:r>
      <w:r w:rsidRPr="00D03700">
        <w:rPr>
          <w:rFonts w:ascii="Arial" w:hAnsi="Arial" w:cs="Arial"/>
          <w:sz w:val="24"/>
          <w:szCs w:val="24"/>
        </w:rPr>
        <w:tab/>
      </w:r>
    </w:p>
    <w:p w14:paraId="571B586F" w14:textId="56A161F6" w:rsidR="00BA4D7D" w:rsidRPr="00D03700" w:rsidRDefault="00BA4D7D" w:rsidP="00742D17">
      <w:pPr>
        <w:tabs>
          <w:tab w:val="right" w:leader="dot" w:pos="9072"/>
        </w:tabs>
        <w:suppressAutoHyphens w:val="0"/>
        <w:autoSpaceDN/>
        <w:spacing w:after="120" w:line="360" w:lineRule="auto"/>
        <w:textAlignment w:val="auto"/>
        <w:rPr>
          <w:rFonts w:ascii="Arial" w:hAnsi="Arial" w:cs="Arial"/>
          <w:b/>
          <w:sz w:val="24"/>
          <w:szCs w:val="24"/>
        </w:rPr>
      </w:pPr>
      <w:r w:rsidRPr="00D03700">
        <w:rPr>
          <w:rFonts w:ascii="Arial" w:hAnsi="Arial" w:cs="Arial"/>
          <w:b/>
          <w:sz w:val="24"/>
          <w:szCs w:val="24"/>
        </w:rPr>
        <w:t xml:space="preserve">Kwota brutto </w:t>
      </w:r>
      <w:r w:rsidR="00505770" w:rsidRPr="00D03700">
        <w:rPr>
          <w:rFonts w:ascii="Arial" w:hAnsi="Arial" w:cs="Arial"/>
          <w:b/>
          <w:sz w:val="24"/>
          <w:szCs w:val="24"/>
        </w:rPr>
        <w:t>za 1 m</w:t>
      </w:r>
      <w:r w:rsidR="001437ED">
        <w:rPr>
          <w:rFonts w:ascii="Arial" w:hAnsi="Arial" w:cs="Arial"/>
          <w:b/>
          <w:sz w:val="24"/>
          <w:szCs w:val="24"/>
        </w:rPr>
        <w:t>²</w:t>
      </w:r>
      <w:r w:rsidR="00505770" w:rsidRPr="00D03700">
        <w:rPr>
          <w:rFonts w:ascii="Arial" w:hAnsi="Arial" w:cs="Arial"/>
          <w:b/>
          <w:sz w:val="24"/>
          <w:szCs w:val="24"/>
        </w:rPr>
        <w:t xml:space="preserve"> powierzchni sprzątanej</w:t>
      </w:r>
      <w:r w:rsidRPr="00D03700">
        <w:rPr>
          <w:rFonts w:ascii="Arial" w:hAnsi="Arial" w:cs="Arial"/>
          <w:b/>
          <w:sz w:val="24"/>
          <w:szCs w:val="24"/>
        </w:rPr>
        <w:t>:</w:t>
      </w:r>
      <w:r w:rsidRPr="00D03700">
        <w:rPr>
          <w:rFonts w:ascii="Arial" w:hAnsi="Arial" w:cs="Arial"/>
          <w:bCs/>
          <w:sz w:val="24"/>
          <w:szCs w:val="24"/>
        </w:rPr>
        <w:tab/>
      </w:r>
    </w:p>
    <w:p w14:paraId="5A1E33CA" w14:textId="77777777" w:rsidR="00505770" w:rsidRPr="00D03700" w:rsidRDefault="00505770" w:rsidP="00742D17">
      <w:pPr>
        <w:tabs>
          <w:tab w:val="right" w:pos="2268"/>
          <w:tab w:val="right" w:leader="dot" w:pos="9072"/>
        </w:tabs>
        <w:suppressAutoHyphens w:val="0"/>
        <w:autoSpaceDN/>
        <w:spacing w:after="360" w:line="360" w:lineRule="auto"/>
        <w:textAlignment w:val="auto"/>
        <w:rPr>
          <w:rFonts w:ascii="Arial" w:hAnsi="Arial" w:cs="Arial"/>
          <w:sz w:val="24"/>
          <w:szCs w:val="24"/>
        </w:rPr>
      </w:pPr>
      <w:r w:rsidRPr="00D03700">
        <w:rPr>
          <w:rFonts w:ascii="Arial" w:hAnsi="Arial" w:cs="Arial"/>
          <w:sz w:val="24"/>
          <w:szCs w:val="24"/>
        </w:rPr>
        <w:t>Słownie</w:t>
      </w:r>
      <w:r w:rsidRPr="00D03700">
        <w:rPr>
          <w:rFonts w:ascii="Arial" w:hAnsi="Arial" w:cs="Arial"/>
          <w:sz w:val="24"/>
          <w:szCs w:val="24"/>
        </w:rPr>
        <w:tab/>
      </w:r>
      <w:r w:rsidRPr="00D03700">
        <w:rPr>
          <w:rFonts w:ascii="Arial" w:hAnsi="Arial" w:cs="Arial"/>
          <w:sz w:val="24"/>
          <w:szCs w:val="24"/>
        </w:rPr>
        <w:tab/>
      </w:r>
    </w:p>
    <w:p w14:paraId="21EFE4F3" w14:textId="77777777" w:rsidR="00D03700" w:rsidRPr="00D03700" w:rsidRDefault="00D03700" w:rsidP="00742D17">
      <w:pPr>
        <w:tabs>
          <w:tab w:val="left" w:pos="4020"/>
          <w:tab w:val="left" w:leader="dot" w:pos="8505"/>
        </w:tabs>
        <w:suppressAutoHyphens w:val="0"/>
        <w:autoSpaceDN/>
        <w:spacing w:after="0" w:line="360" w:lineRule="auto"/>
        <w:ind w:left="284" w:hanging="284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Częstotliwość </w:t>
      </w:r>
      <w:bookmarkStart w:id="1" w:name="_Hlk95303701"/>
      <w:r w:rsidRPr="00D037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mycia okien przy użyciu podnośnika/zwyżki</w:t>
      </w:r>
      <w:bookmarkEnd w:id="1"/>
      <w:r w:rsidRPr="00D0370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0B2EF5F4" w14:textId="77777777" w:rsidR="00D03700" w:rsidRPr="00D03700" w:rsidRDefault="00D03700" w:rsidP="00742D17">
      <w:pPr>
        <w:suppressAutoHyphens w:val="0"/>
        <w:autoSpaceDN/>
        <w:spacing w:after="0" w:line="360" w:lineRule="auto"/>
        <w:textAlignment w:val="auto"/>
        <w:rPr>
          <w:rFonts w:ascii="Arial" w:eastAsiaTheme="minorHAnsi" w:hAnsi="Arial" w:cs="Arial"/>
          <w:sz w:val="24"/>
          <w:szCs w:val="24"/>
        </w:rPr>
      </w:pPr>
      <w:r w:rsidRPr="00D03700">
        <w:rPr>
          <w:rFonts w:ascii="Arial" w:eastAsiaTheme="minorHAnsi" w:hAnsi="Arial" w:cs="Arial"/>
          <w:sz w:val="24"/>
          <w:szCs w:val="24"/>
        </w:rPr>
        <w:t xml:space="preserve">□   nie deklarujemy mycia okien przy użyciu podnośnika/zwyżki </w:t>
      </w:r>
    </w:p>
    <w:p w14:paraId="239E438C" w14:textId="77777777" w:rsidR="00D03700" w:rsidRPr="00D03700" w:rsidRDefault="00D03700" w:rsidP="00742D17">
      <w:pPr>
        <w:suppressAutoHyphens w:val="0"/>
        <w:autoSpaceDN/>
        <w:spacing w:after="0" w:line="360" w:lineRule="auto"/>
        <w:textAlignment w:val="auto"/>
        <w:rPr>
          <w:rFonts w:ascii="Arial" w:eastAsiaTheme="minorHAnsi" w:hAnsi="Arial" w:cs="Arial"/>
          <w:sz w:val="24"/>
          <w:szCs w:val="24"/>
        </w:rPr>
      </w:pPr>
      <w:r w:rsidRPr="00D03700">
        <w:rPr>
          <w:rFonts w:ascii="Arial" w:eastAsiaTheme="minorHAnsi" w:hAnsi="Arial" w:cs="Arial"/>
          <w:sz w:val="24"/>
          <w:szCs w:val="24"/>
        </w:rPr>
        <w:t xml:space="preserve">□   deklarujemy jednokrotne (1) mycie okien przy użyciu podnośnika/zwyżki </w:t>
      </w:r>
    </w:p>
    <w:p w14:paraId="0992044A" w14:textId="77777777" w:rsidR="00D03700" w:rsidRPr="00D03700" w:rsidRDefault="00D03700" w:rsidP="00742D17">
      <w:pPr>
        <w:suppressAutoHyphens w:val="0"/>
        <w:autoSpaceDN/>
        <w:spacing w:after="240" w:line="360" w:lineRule="auto"/>
        <w:textAlignment w:val="auto"/>
        <w:rPr>
          <w:rFonts w:ascii="Arial" w:eastAsiaTheme="minorHAnsi" w:hAnsi="Arial" w:cs="Arial"/>
          <w:sz w:val="24"/>
          <w:szCs w:val="24"/>
        </w:rPr>
      </w:pPr>
      <w:r w:rsidRPr="00D03700">
        <w:rPr>
          <w:rFonts w:ascii="Arial" w:eastAsiaTheme="minorHAnsi" w:hAnsi="Arial" w:cs="Arial"/>
          <w:sz w:val="24"/>
          <w:szCs w:val="24"/>
        </w:rPr>
        <w:t xml:space="preserve">□   deklarujmy dwukrotne (2) mycie okien przy użyciu podnośnika/zwyżki </w:t>
      </w:r>
    </w:p>
    <w:p w14:paraId="0E5CA18B" w14:textId="562E085C" w:rsidR="00B83752" w:rsidRPr="00966072" w:rsidRDefault="00B83752" w:rsidP="00742D17">
      <w:pPr>
        <w:suppressAutoHyphens w:val="0"/>
        <w:autoSpaceDN/>
        <w:spacing w:before="24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9660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</w:t>
      </w:r>
      <w:r w:rsidRPr="003F0C60">
        <w:rPr>
          <w:rFonts w:ascii="Arial" w:eastAsia="Times New Roman" w:hAnsi="Arial" w:cs="Arial"/>
          <w:b/>
          <w:bCs/>
          <w:color w:val="C00000"/>
          <w:sz w:val="24"/>
          <w:szCs w:val="24"/>
          <w:lang w:eastAsia="pl-PL"/>
        </w:rPr>
        <w:t>złożenie niniejszej oferty poprzedzone zostało odbyciem wizji lokalnej w siedzibie Zamawiającego</w:t>
      </w:r>
      <w:r w:rsidRPr="003F0C60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 </w:t>
      </w:r>
      <w:r w:rsidRPr="00966072">
        <w:rPr>
          <w:rFonts w:ascii="Arial" w:eastAsia="Times New Roman" w:hAnsi="Arial" w:cs="Arial"/>
          <w:sz w:val="24"/>
          <w:szCs w:val="24"/>
          <w:lang w:eastAsia="pl-PL"/>
        </w:rPr>
        <w:t>zgodnie z zapisami opisu przedmiotu zamówienia (stanowiącego załącznik nr 1 do Zap</w:t>
      </w:r>
      <w:r w:rsidR="005E6CFC">
        <w:rPr>
          <w:rFonts w:ascii="Arial" w:eastAsia="Times New Roman" w:hAnsi="Arial" w:cs="Arial"/>
          <w:sz w:val="24"/>
          <w:szCs w:val="24"/>
          <w:lang w:eastAsia="pl-PL"/>
        </w:rPr>
        <w:t>yta</w:t>
      </w:r>
      <w:r w:rsidRPr="00966072">
        <w:rPr>
          <w:rFonts w:ascii="Arial" w:eastAsia="Times New Roman" w:hAnsi="Arial" w:cs="Arial"/>
          <w:sz w:val="24"/>
          <w:szCs w:val="24"/>
          <w:lang w:eastAsia="pl-PL"/>
        </w:rPr>
        <w:t>nia ofert</w:t>
      </w:r>
      <w:r w:rsidR="005E6CFC">
        <w:rPr>
          <w:rFonts w:ascii="Arial" w:eastAsia="Times New Roman" w:hAnsi="Arial" w:cs="Arial"/>
          <w:sz w:val="24"/>
          <w:szCs w:val="24"/>
          <w:lang w:eastAsia="pl-PL"/>
        </w:rPr>
        <w:t>owego</w:t>
      </w:r>
      <w:r w:rsidRPr="00966072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6111653" w14:textId="30CFB2A6" w:rsidR="008C2F61" w:rsidRPr="00D03700" w:rsidRDefault="008C2F61" w:rsidP="00742D17">
      <w:pPr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D03700">
        <w:rPr>
          <w:rFonts w:ascii="Arial" w:eastAsia="Times New Roman" w:hAnsi="Arial" w:cs="Arial"/>
          <w:sz w:val="24"/>
          <w:szCs w:val="24"/>
          <w:lang w:eastAsia="ar-SA"/>
        </w:rPr>
        <w:t>Oświadczam, że:</w:t>
      </w:r>
    </w:p>
    <w:p w14:paraId="339D0688" w14:textId="5D6CA558" w:rsidR="00F30E79" w:rsidRPr="00D03700" w:rsidRDefault="008C2F61" w:rsidP="00742D17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lang w:eastAsia="ar-SA"/>
        </w:rPr>
      </w:pPr>
      <w:r w:rsidRPr="00D03700">
        <w:rPr>
          <w:rFonts w:ascii="Arial" w:hAnsi="Arial" w:cs="Arial"/>
          <w:lang w:eastAsia="ar-SA"/>
        </w:rPr>
        <w:t xml:space="preserve">akceptuję opis przedmiotu zamówienia </w:t>
      </w:r>
      <w:r w:rsidR="00CC0121" w:rsidRPr="00D03700">
        <w:rPr>
          <w:rFonts w:ascii="Arial" w:hAnsi="Arial" w:cs="Arial"/>
          <w:lang w:eastAsia="ar-SA"/>
        </w:rPr>
        <w:t xml:space="preserve">oraz umowę </w:t>
      </w:r>
      <w:r w:rsidRPr="00D03700">
        <w:rPr>
          <w:rFonts w:ascii="Arial" w:hAnsi="Arial" w:cs="Arial"/>
          <w:lang w:eastAsia="ar-SA"/>
        </w:rPr>
        <w:t>przekazan</w:t>
      </w:r>
      <w:r w:rsidR="00CC0121" w:rsidRPr="00D03700">
        <w:rPr>
          <w:rFonts w:ascii="Arial" w:hAnsi="Arial" w:cs="Arial"/>
          <w:lang w:eastAsia="ar-SA"/>
        </w:rPr>
        <w:t>e</w:t>
      </w:r>
      <w:r w:rsidRPr="00D03700">
        <w:rPr>
          <w:rFonts w:ascii="Arial" w:hAnsi="Arial" w:cs="Arial"/>
          <w:lang w:eastAsia="ar-SA"/>
        </w:rPr>
        <w:t xml:space="preserve"> przez Zamawiającego i w przypadku udzielenia mi zamówienia, wykonam je na warunkach i w terminach określonych w ty</w:t>
      </w:r>
      <w:r w:rsidR="00CC0121" w:rsidRPr="00D03700">
        <w:rPr>
          <w:rFonts w:ascii="Arial" w:hAnsi="Arial" w:cs="Arial"/>
          <w:lang w:eastAsia="ar-SA"/>
        </w:rPr>
        <w:t>ch</w:t>
      </w:r>
      <w:r w:rsidRPr="00D03700">
        <w:rPr>
          <w:rFonts w:ascii="Arial" w:hAnsi="Arial" w:cs="Arial"/>
          <w:lang w:eastAsia="ar-SA"/>
        </w:rPr>
        <w:t xml:space="preserve"> dokumen</w:t>
      </w:r>
      <w:r w:rsidR="00CC0121" w:rsidRPr="00D03700">
        <w:rPr>
          <w:rFonts w:ascii="Arial" w:hAnsi="Arial" w:cs="Arial"/>
          <w:lang w:eastAsia="ar-SA"/>
        </w:rPr>
        <w:t>tach</w:t>
      </w:r>
      <w:r w:rsidRPr="00D03700">
        <w:rPr>
          <w:rFonts w:ascii="Arial" w:hAnsi="Arial" w:cs="Arial"/>
          <w:lang w:eastAsia="ar-SA"/>
        </w:rPr>
        <w:t>.</w:t>
      </w:r>
    </w:p>
    <w:p w14:paraId="2B7D7695" w14:textId="2C0FF8B6" w:rsidR="00D03700" w:rsidRDefault="0007360A" w:rsidP="00742D17">
      <w:pPr>
        <w:pStyle w:val="Akapitzlist"/>
        <w:numPr>
          <w:ilvl w:val="0"/>
          <w:numId w:val="5"/>
        </w:numPr>
        <w:autoSpaceDE w:val="0"/>
        <w:spacing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cena wykonywanej usługi nie ulegnie zmianie w trakcie obowiązywania umowy.</w:t>
      </w:r>
    </w:p>
    <w:p w14:paraId="135A5370" w14:textId="3EB3140A" w:rsidR="008C2F61" w:rsidRPr="00D03700" w:rsidRDefault="008C2F61" w:rsidP="00742D17">
      <w:pPr>
        <w:pStyle w:val="Akapitzlist"/>
        <w:numPr>
          <w:ilvl w:val="0"/>
          <w:numId w:val="5"/>
        </w:numPr>
        <w:autoSpaceDE w:val="0"/>
        <w:spacing w:after="480"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D03700">
        <w:rPr>
          <w:rFonts w:ascii="Arial" w:hAnsi="Arial" w:cs="Arial"/>
          <w:lang w:eastAsia="ar-SA"/>
        </w:rPr>
        <w:t>wypełniłem obowiązki informacyjne przewidziane w art. 13 lub art. 14 RODO wobec osób fizycznych, od których dane osobowe bezpośrednio lub pośrednio pozyskałem w celu ubiegania się o udzielenie zamówienia publicznego w</w:t>
      </w:r>
      <w:r w:rsidR="0099761A">
        <w:rPr>
          <w:rFonts w:ascii="Arial" w:hAnsi="Arial" w:cs="Arial"/>
          <w:lang w:eastAsia="ar-SA"/>
        </w:rPr>
        <w:t> </w:t>
      </w:r>
      <w:r w:rsidRPr="00D03700">
        <w:rPr>
          <w:rFonts w:ascii="Arial" w:hAnsi="Arial" w:cs="Arial"/>
          <w:lang w:eastAsia="ar-SA"/>
        </w:rPr>
        <w:t>niniejszym postępowaniu.</w:t>
      </w:r>
      <w:r w:rsidRPr="00D03700">
        <w:rPr>
          <w:rFonts w:ascii="Arial" w:hAnsi="Arial" w:cs="Arial"/>
          <w:vertAlign w:val="superscript"/>
        </w:rPr>
        <w:footnoteReference w:id="1"/>
      </w:r>
    </w:p>
    <w:p w14:paraId="046C9B09" w14:textId="62CC01B7" w:rsidR="008C2F61" w:rsidRPr="00D03700" w:rsidRDefault="0064635E" w:rsidP="00742D17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3E98FB" w14:textId="59DAF058" w:rsidR="0064635E" w:rsidRPr="00D03700" w:rsidRDefault="0064635E" w:rsidP="00742D17">
      <w:pPr>
        <w:tabs>
          <w:tab w:val="left" w:leader="dot" w:pos="3402"/>
        </w:tabs>
        <w:suppressAutoHyphens w:val="0"/>
        <w:autoSpaceDN/>
        <w:spacing w:after="480" w:line="360" w:lineRule="auto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20C7E393" w:rsidR="0064635E" w:rsidRPr="00D03700" w:rsidRDefault="0064635E" w:rsidP="00742D17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80E2651" w14:textId="0DA2B130" w:rsidR="008C2F61" w:rsidRPr="00D03700" w:rsidRDefault="00F30E79" w:rsidP="00742D17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D03700">
        <w:rPr>
          <w:rFonts w:ascii="Arial" w:eastAsia="Times New Roman" w:hAnsi="Arial" w:cs="Arial"/>
          <w:sz w:val="24"/>
          <w:szCs w:val="24"/>
          <w:lang w:eastAsia="pl-PL"/>
        </w:rPr>
        <w:t xml:space="preserve">(podpis zgodnie z rozdziałem </w:t>
      </w:r>
      <w:r w:rsidR="00925101">
        <w:rPr>
          <w:rFonts w:ascii="Arial" w:eastAsia="Times New Roman" w:hAnsi="Arial" w:cs="Arial"/>
          <w:sz w:val="24"/>
          <w:szCs w:val="24"/>
          <w:lang w:eastAsia="pl-PL"/>
        </w:rPr>
        <w:t>IX</w:t>
      </w:r>
      <w:r w:rsidRPr="00D03700">
        <w:rPr>
          <w:rFonts w:ascii="Arial" w:eastAsia="Times New Roman" w:hAnsi="Arial" w:cs="Arial"/>
          <w:sz w:val="24"/>
          <w:szCs w:val="24"/>
          <w:lang w:eastAsia="pl-PL"/>
        </w:rPr>
        <w:t>. Zap</w:t>
      </w:r>
      <w:r w:rsidR="00925101">
        <w:rPr>
          <w:rFonts w:ascii="Arial" w:eastAsia="Times New Roman" w:hAnsi="Arial" w:cs="Arial"/>
          <w:sz w:val="24"/>
          <w:szCs w:val="24"/>
          <w:lang w:eastAsia="pl-PL"/>
        </w:rPr>
        <w:t>ytania</w:t>
      </w:r>
      <w:r w:rsidRPr="00D03700">
        <w:rPr>
          <w:rFonts w:ascii="Arial" w:eastAsia="Times New Roman" w:hAnsi="Arial" w:cs="Arial"/>
          <w:sz w:val="24"/>
          <w:szCs w:val="24"/>
          <w:lang w:eastAsia="pl-PL"/>
        </w:rPr>
        <w:t xml:space="preserve"> ofert</w:t>
      </w:r>
      <w:r w:rsidR="00925101">
        <w:rPr>
          <w:rFonts w:ascii="Arial" w:eastAsia="Times New Roman" w:hAnsi="Arial" w:cs="Arial"/>
          <w:sz w:val="24"/>
          <w:szCs w:val="24"/>
          <w:lang w:eastAsia="pl-PL"/>
        </w:rPr>
        <w:t>owego</w:t>
      </w:r>
      <w:r w:rsidRPr="00D03700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33BF88D5" w14:textId="4FEE9D11" w:rsidR="00AA1570" w:rsidRPr="00D03700" w:rsidRDefault="00AA1570" w:rsidP="00742D17">
      <w:pPr>
        <w:tabs>
          <w:tab w:val="left" w:pos="1134"/>
          <w:tab w:val="right" w:pos="6804"/>
        </w:tabs>
        <w:suppressAutoHyphens w:val="0"/>
        <w:autoSpaceDN/>
        <w:spacing w:after="0" w:line="360" w:lineRule="auto"/>
        <w:textAlignment w:val="auto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AA1570" w:rsidRPr="00D03700" w:rsidSect="005E6CFC">
      <w:headerReference w:type="default" r:id="rId8"/>
      <w:footerReference w:type="default" r:id="rId9"/>
      <w:pgSz w:w="11906" w:h="16838"/>
      <w:pgMar w:top="1985" w:right="1417" w:bottom="1134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BE0" w14:textId="77777777" w:rsidR="008B5398" w:rsidRDefault="008B5398" w:rsidP="00EE7D7D">
      <w:r>
        <w:separator/>
      </w:r>
    </w:p>
  </w:endnote>
  <w:endnote w:type="continuationSeparator" w:id="0">
    <w:p w14:paraId="7D88943C" w14:textId="77777777" w:rsidR="008B5398" w:rsidRDefault="008B5398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8504208"/>
      <w:docPartObj>
        <w:docPartGallery w:val="Page Numbers (Bottom of Page)"/>
        <w:docPartUnique/>
      </w:docPartObj>
    </w:sdtPr>
    <w:sdtEndPr/>
    <w:sdtContent>
      <w:p w14:paraId="23160BE9" w14:textId="7E4453E8" w:rsidR="00E75F15" w:rsidRDefault="00E75F15">
        <w:pPr>
          <w:pStyle w:val="Stopka"/>
          <w:jc w:val="right"/>
        </w:pPr>
        <w:r>
          <w:t xml:space="preserve">  </w:t>
        </w:r>
        <w:r w:rsidRPr="00CE2DE6">
          <w:rPr>
            <w:noProof/>
          </w:rPr>
          <w:drawing>
            <wp:inline distT="0" distB="0" distL="0" distR="0" wp14:anchorId="3ECDDD33" wp14:editId="59AAD31F">
              <wp:extent cx="5172075" cy="547310"/>
              <wp:effectExtent l="0" t="0" r="0" b="5715"/>
              <wp:docPr id="723252924" name="Obraz 72325292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0475781" name="Obraz 1570475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16385" cy="551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8447" w14:textId="77777777" w:rsidR="008B5398" w:rsidRDefault="008B5398" w:rsidP="00EE7D7D">
      <w:r>
        <w:separator/>
      </w:r>
    </w:p>
  </w:footnote>
  <w:footnote w:type="continuationSeparator" w:id="0">
    <w:p w14:paraId="4FA1205A" w14:textId="77777777" w:rsidR="008B5398" w:rsidRDefault="008B5398" w:rsidP="00EE7D7D">
      <w:r>
        <w:continuationSeparator/>
      </w:r>
    </w:p>
  </w:footnote>
  <w:footnote w:id="1">
    <w:p w14:paraId="0B3FBC1E" w14:textId="77777777" w:rsidR="008C2F61" w:rsidRPr="00B36BC9" w:rsidRDefault="008C2F61" w:rsidP="008C2F61">
      <w:pPr>
        <w:pStyle w:val="Tekstprzypisudolnego"/>
        <w:rPr>
          <w:rFonts w:ascii="Arial" w:hAnsi="Arial" w:cs="Arial"/>
        </w:rPr>
      </w:pPr>
      <w:r w:rsidRPr="00B36BC9">
        <w:rPr>
          <w:rStyle w:val="Odwoanieprzypisudolnego"/>
          <w:rFonts w:ascii="Arial" w:hAnsi="Arial" w:cs="Arial"/>
        </w:rPr>
        <w:footnoteRef/>
      </w:r>
      <w:r w:rsidRPr="00B36BC9">
        <w:rPr>
          <w:rFonts w:ascii="Arial" w:hAnsi="Arial" w:cs="Arial"/>
        </w:rPr>
        <w:t xml:space="preserve"> </w:t>
      </w:r>
      <w:r w:rsidRPr="00B36BC9"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35638B48">
          <wp:simplePos x="0" y="0"/>
          <wp:positionH relativeFrom="column">
            <wp:posOffset>-33655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793334940" name="Obraz 1793334940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3799C"/>
    <w:rsid w:val="00041314"/>
    <w:rsid w:val="00051AC4"/>
    <w:rsid w:val="0006138B"/>
    <w:rsid w:val="00067EE1"/>
    <w:rsid w:val="0007360A"/>
    <w:rsid w:val="000C3F62"/>
    <w:rsid w:val="000C690B"/>
    <w:rsid w:val="000D55F1"/>
    <w:rsid w:val="000D6944"/>
    <w:rsid w:val="000D7704"/>
    <w:rsid w:val="000F102F"/>
    <w:rsid w:val="001067E1"/>
    <w:rsid w:val="001104B7"/>
    <w:rsid w:val="001126F4"/>
    <w:rsid w:val="00112823"/>
    <w:rsid w:val="00114145"/>
    <w:rsid w:val="001218D1"/>
    <w:rsid w:val="00131D52"/>
    <w:rsid w:val="00137EA0"/>
    <w:rsid w:val="001437ED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962B7"/>
    <w:rsid w:val="001B04DA"/>
    <w:rsid w:val="001C0FD8"/>
    <w:rsid w:val="001D6F70"/>
    <w:rsid w:val="001F06AA"/>
    <w:rsid w:val="001F35A7"/>
    <w:rsid w:val="00204432"/>
    <w:rsid w:val="0022325B"/>
    <w:rsid w:val="00223B01"/>
    <w:rsid w:val="002508E1"/>
    <w:rsid w:val="002610E3"/>
    <w:rsid w:val="00261205"/>
    <w:rsid w:val="00280CAF"/>
    <w:rsid w:val="00282EE5"/>
    <w:rsid w:val="002861B6"/>
    <w:rsid w:val="002A542E"/>
    <w:rsid w:val="002B3E6A"/>
    <w:rsid w:val="002C0587"/>
    <w:rsid w:val="002C325D"/>
    <w:rsid w:val="002D18BF"/>
    <w:rsid w:val="002D55B3"/>
    <w:rsid w:val="002E32BC"/>
    <w:rsid w:val="002E3600"/>
    <w:rsid w:val="002E4603"/>
    <w:rsid w:val="002F3218"/>
    <w:rsid w:val="003002E1"/>
    <w:rsid w:val="00313F4B"/>
    <w:rsid w:val="0031531E"/>
    <w:rsid w:val="00315648"/>
    <w:rsid w:val="003258F8"/>
    <w:rsid w:val="00326A0B"/>
    <w:rsid w:val="00333FBE"/>
    <w:rsid w:val="0033772E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F0C60"/>
    <w:rsid w:val="003F22A7"/>
    <w:rsid w:val="003F6C36"/>
    <w:rsid w:val="004152C8"/>
    <w:rsid w:val="00435D6D"/>
    <w:rsid w:val="00450C07"/>
    <w:rsid w:val="00470F19"/>
    <w:rsid w:val="00475BD8"/>
    <w:rsid w:val="00476B37"/>
    <w:rsid w:val="0048751A"/>
    <w:rsid w:val="004A1392"/>
    <w:rsid w:val="004E34A8"/>
    <w:rsid w:val="004F2B7D"/>
    <w:rsid w:val="004F5685"/>
    <w:rsid w:val="004F627F"/>
    <w:rsid w:val="00505770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5E6CFC"/>
    <w:rsid w:val="00601613"/>
    <w:rsid w:val="006020ED"/>
    <w:rsid w:val="00607BD0"/>
    <w:rsid w:val="006101A2"/>
    <w:rsid w:val="00610C08"/>
    <w:rsid w:val="00616FCA"/>
    <w:rsid w:val="00623444"/>
    <w:rsid w:val="0064635E"/>
    <w:rsid w:val="00651C6D"/>
    <w:rsid w:val="00653ED6"/>
    <w:rsid w:val="006736D5"/>
    <w:rsid w:val="006808DF"/>
    <w:rsid w:val="00683D7A"/>
    <w:rsid w:val="006900A7"/>
    <w:rsid w:val="006A0D81"/>
    <w:rsid w:val="006A7728"/>
    <w:rsid w:val="006B1981"/>
    <w:rsid w:val="006C259A"/>
    <w:rsid w:val="006F0F26"/>
    <w:rsid w:val="006F61C7"/>
    <w:rsid w:val="00704559"/>
    <w:rsid w:val="00707E91"/>
    <w:rsid w:val="00712D69"/>
    <w:rsid w:val="00716A80"/>
    <w:rsid w:val="00722E55"/>
    <w:rsid w:val="00737280"/>
    <w:rsid w:val="00742D17"/>
    <w:rsid w:val="00746437"/>
    <w:rsid w:val="00746661"/>
    <w:rsid w:val="00756FD3"/>
    <w:rsid w:val="007621CA"/>
    <w:rsid w:val="00774E0A"/>
    <w:rsid w:val="00781B0C"/>
    <w:rsid w:val="0078317A"/>
    <w:rsid w:val="00785DA6"/>
    <w:rsid w:val="00796C14"/>
    <w:rsid w:val="007A0BD4"/>
    <w:rsid w:val="007A2E2C"/>
    <w:rsid w:val="007A4421"/>
    <w:rsid w:val="007A6032"/>
    <w:rsid w:val="007C28A6"/>
    <w:rsid w:val="007C3BDA"/>
    <w:rsid w:val="007D2779"/>
    <w:rsid w:val="00803EA5"/>
    <w:rsid w:val="00812496"/>
    <w:rsid w:val="008167BE"/>
    <w:rsid w:val="008249BC"/>
    <w:rsid w:val="0082798B"/>
    <w:rsid w:val="0083266E"/>
    <w:rsid w:val="00873ED5"/>
    <w:rsid w:val="008804C8"/>
    <w:rsid w:val="00882888"/>
    <w:rsid w:val="00896326"/>
    <w:rsid w:val="008A1479"/>
    <w:rsid w:val="008B5398"/>
    <w:rsid w:val="008C2F61"/>
    <w:rsid w:val="008F16B8"/>
    <w:rsid w:val="008F2E1D"/>
    <w:rsid w:val="008F3D1D"/>
    <w:rsid w:val="008F4444"/>
    <w:rsid w:val="00920AA5"/>
    <w:rsid w:val="00925101"/>
    <w:rsid w:val="009400CC"/>
    <w:rsid w:val="00944B03"/>
    <w:rsid w:val="00955D02"/>
    <w:rsid w:val="00957091"/>
    <w:rsid w:val="00960BF8"/>
    <w:rsid w:val="00965E26"/>
    <w:rsid w:val="009762C1"/>
    <w:rsid w:val="00980DED"/>
    <w:rsid w:val="009814A9"/>
    <w:rsid w:val="009853F2"/>
    <w:rsid w:val="00987202"/>
    <w:rsid w:val="009940C8"/>
    <w:rsid w:val="009947AC"/>
    <w:rsid w:val="00994E25"/>
    <w:rsid w:val="0099761A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A245A"/>
    <w:rsid w:val="00AB0302"/>
    <w:rsid w:val="00AB26B5"/>
    <w:rsid w:val="00AC004E"/>
    <w:rsid w:val="00AC0472"/>
    <w:rsid w:val="00AC4176"/>
    <w:rsid w:val="00AC7832"/>
    <w:rsid w:val="00AE22A2"/>
    <w:rsid w:val="00B00C89"/>
    <w:rsid w:val="00B11466"/>
    <w:rsid w:val="00B21B75"/>
    <w:rsid w:val="00B2467D"/>
    <w:rsid w:val="00B27D5C"/>
    <w:rsid w:val="00B36474"/>
    <w:rsid w:val="00B36BC9"/>
    <w:rsid w:val="00B7065A"/>
    <w:rsid w:val="00B80C1A"/>
    <w:rsid w:val="00B83752"/>
    <w:rsid w:val="00B8473E"/>
    <w:rsid w:val="00B8490B"/>
    <w:rsid w:val="00B95767"/>
    <w:rsid w:val="00B97AA4"/>
    <w:rsid w:val="00BA24E9"/>
    <w:rsid w:val="00BA4D7D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D03700"/>
    <w:rsid w:val="00D05DE3"/>
    <w:rsid w:val="00D17CFA"/>
    <w:rsid w:val="00D25DBD"/>
    <w:rsid w:val="00D6003B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59FB"/>
    <w:rsid w:val="00E01C09"/>
    <w:rsid w:val="00E027EF"/>
    <w:rsid w:val="00E03FCE"/>
    <w:rsid w:val="00E06775"/>
    <w:rsid w:val="00E118E5"/>
    <w:rsid w:val="00E12633"/>
    <w:rsid w:val="00E25345"/>
    <w:rsid w:val="00E256CD"/>
    <w:rsid w:val="00E25B5B"/>
    <w:rsid w:val="00E3143A"/>
    <w:rsid w:val="00E32400"/>
    <w:rsid w:val="00E32A88"/>
    <w:rsid w:val="00E349F4"/>
    <w:rsid w:val="00E414A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B3F36"/>
    <w:rsid w:val="00EC17CE"/>
    <w:rsid w:val="00EC6BD3"/>
    <w:rsid w:val="00EC7C85"/>
    <w:rsid w:val="00EE7D7D"/>
    <w:rsid w:val="00EF0E05"/>
    <w:rsid w:val="00EF700B"/>
    <w:rsid w:val="00F02CC5"/>
    <w:rsid w:val="00F07FDC"/>
    <w:rsid w:val="00F20ABA"/>
    <w:rsid w:val="00F233A0"/>
    <w:rsid w:val="00F30DEC"/>
    <w:rsid w:val="00F30E79"/>
    <w:rsid w:val="00F31694"/>
    <w:rsid w:val="00F361A2"/>
    <w:rsid w:val="00F50834"/>
    <w:rsid w:val="00F535DE"/>
    <w:rsid w:val="00F60CEB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412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138</cp:revision>
  <cp:lastPrinted>2025-12-09T13:51:00Z</cp:lastPrinted>
  <dcterms:created xsi:type="dcterms:W3CDTF">2021-12-09T11:18:00Z</dcterms:created>
  <dcterms:modified xsi:type="dcterms:W3CDTF">2025-12-09T13:51:00Z</dcterms:modified>
</cp:coreProperties>
</file>